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F171F0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Glen Fork Elementary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098204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F171F0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F171F0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14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F171F0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17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F171F0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14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F171F0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82.4%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71.4%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F171F0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92.9%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F171F0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F171F0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7.1%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F171F0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F171F0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F171F0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F171F0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F171F0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F171F0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F171F0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F171F0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F171F0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85.7%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42.9%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F171F0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35.7%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F171F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  <w:tc>
          <w:tcPr>
            <w:tcW w:w="912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57.1%</w:t>
            </w:r>
          </w:p>
        </w:tc>
        <w:tc>
          <w:tcPr>
            <w:tcW w:w="912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42.9%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21.4%</w:t>
            </w:r>
          </w:p>
        </w:tc>
        <w:tc>
          <w:tcPr>
            <w:tcW w:w="912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  <w:tc>
          <w:tcPr>
            <w:tcW w:w="912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  <w:tc>
          <w:tcPr>
            <w:tcW w:w="912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F171F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F171F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78.6%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F171F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21.4%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F171F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F171F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F171F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F171F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F171F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F171F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F171F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100.0%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F171F0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F171F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F171F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78.6%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F171F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F171F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F171F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F171F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F171F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F171F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F171F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F171F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F171F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7.1%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F171F0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440" w:type="dxa"/>
          </w:tcPr>
          <w:p w:rsidR="009B797D" w:rsidRPr="00797E2A" w:rsidRDefault="00F171F0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14.3%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F171F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440" w:type="dxa"/>
          </w:tcPr>
          <w:p w:rsidR="008B42CE" w:rsidRPr="00797E2A" w:rsidRDefault="00F171F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14.3%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F171F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440" w:type="dxa"/>
          </w:tcPr>
          <w:p w:rsidR="008B42CE" w:rsidRPr="00797E2A" w:rsidRDefault="00F171F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42.9%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ED0933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28.6%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889" w:type="pct"/>
          </w:tcPr>
          <w:p w:rsidR="004206F3" w:rsidRPr="000B28B6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011" w:type="pct"/>
          </w:tcPr>
          <w:p w:rsidR="004206F3" w:rsidRPr="000B28B6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889" w:type="pct"/>
          </w:tcPr>
          <w:p w:rsidR="004206F3" w:rsidRPr="000B28B6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011" w:type="pct"/>
          </w:tcPr>
          <w:p w:rsidR="004206F3" w:rsidRPr="000B28B6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64.3%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35.7%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50.0%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35.7%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7.1%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2250" w:type="dxa"/>
            <w:noWrap/>
          </w:tcPr>
          <w:p w:rsidR="004206F3" w:rsidRPr="00797E2A" w:rsidRDefault="00F171F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7.1%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21.4%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370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28.6%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370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14.3%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370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14.3%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370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7.1%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370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7.1%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370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7.1%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64.3%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71.4%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171F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21.4%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21.4%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21.4%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21.4%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21.4%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21.4%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21.4%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171F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64.3%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F171F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7.1%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42.9%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85.7%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57.1%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85.7%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85.7%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85.7%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42.9%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85.7%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85.7%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7.1%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F171F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7.1%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1F0" w:rsidRDefault="00F171F0" w:rsidP="0035328A">
      <w:pPr>
        <w:spacing w:after="0" w:line="240" w:lineRule="auto"/>
      </w:pPr>
      <w:r>
        <w:separator/>
      </w:r>
    </w:p>
  </w:endnote>
  <w:endnote w:type="continuationSeparator" w:id="0">
    <w:p w:rsidR="00F171F0" w:rsidRDefault="00F171F0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F171F0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1F0" w:rsidRDefault="00F171F0" w:rsidP="0035328A">
      <w:pPr>
        <w:spacing w:after="0" w:line="240" w:lineRule="auto"/>
      </w:pPr>
      <w:r>
        <w:separator/>
      </w:r>
    </w:p>
  </w:footnote>
  <w:footnote w:type="continuationSeparator" w:id="0">
    <w:p w:rsidR="00F171F0" w:rsidRDefault="00F171F0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1F0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171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FE800B3A-E017-47FB-8DA2-78122E087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F1C89-4BCC-431E-AB4A-AEEB9161D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2016-04-26T20:02:00Z</dcterms:created>
  <dcterms:modified xsi:type="dcterms:W3CDTF">2016-04-26T20:02:00Z</dcterms:modified>
</cp:coreProperties>
</file>